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F60B46" w:rsidP="00002CA1">
      <w:pPr>
        <w:jc w:val="center"/>
        <w:rPr>
          <w:sz w:val="32"/>
          <w:szCs w:val="32"/>
        </w:rPr>
      </w:pPr>
    </w:p>
    <w:p w:rsidR="00FF51A0" w:rsidRDefault="008A0CA1" w:rsidP="00FF51A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F51A0" w:rsidRPr="000E0602" w:rsidRDefault="00FF51A0" w:rsidP="00FF51A0">
                  <w:pPr>
                    <w:ind w:firstLineChars="100" w:firstLine="320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FF51A0" w:rsidRDefault="00FF51A0" w:rsidP="00FF51A0"/>
                <w:p w:rsidR="00FF51A0" w:rsidRDefault="00FF51A0"/>
              </w:txbxContent>
            </v:textbox>
          </v:rect>
        </w:pict>
      </w:r>
    </w:p>
    <w:p w:rsidR="00002CA1" w:rsidRPr="00FF51A0" w:rsidRDefault="00F610EB" w:rsidP="00FF51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Bank d</w:t>
      </w:r>
      <w:r w:rsidR="00FF51A0" w:rsidRPr="00FF51A0">
        <w:rPr>
          <w:b/>
          <w:sz w:val="32"/>
          <w:szCs w:val="32"/>
        </w:rPr>
        <w:t>eposit</w:t>
      </w:r>
      <w:r w:rsidR="00FF51A0" w:rsidRPr="00FF51A0">
        <w:rPr>
          <w:rFonts w:hint="eastAsia"/>
          <w:b/>
          <w:sz w:val="32"/>
          <w:szCs w:val="32"/>
        </w:rPr>
        <w:t xml:space="preserve"> </w:t>
      </w:r>
      <w:r w:rsidR="00FF51A0" w:rsidRPr="00FF51A0">
        <w:rPr>
          <w:b/>
          <w:sz w:val="32"/>
          <w:szCs w:val="32"/>
        </w:rPr>
        <w:t>balance certificate</w:t>
      </w:r>
    </w:p>
    <w:p w:rsidR="00002CA1" w:rsidRDefault="00002CA1">
      <w:pPr>
        <w:rPr>
          <w:sz w:val="28"/>
          <w:szCs w:val="28"/>
        </w:rPr>
      </w:pPr>
    </w:p>
    <w:p w:rsidR="00FF51A0" w:rsidRDefault="00FF51A0">
      <w:pPr>
        <w:rPr>
          <w:sz w:val="28"/>
          <w:szCs w:val="28"/>
        </w:rPr>
      </w:pPr>
    </w:p>
    <w:p w:rsidR="0084726D" w:rsidRPr="00002CA1" w:rsidRDefault="008A0CA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94.2pt;margin-top:4.55pt;width:118.05pt;height:61.95pt;z-index:251661312" adj="-8234,3138" strokecolor="#00b0f0" strokeweight="3pt">
            <v:textbox style="mso-next-textbox:#_x0000_s1032" inset="5.85pt,.7pt,5.85pt,.7pt">
              <w:txbxContent>
                <w:p w:rsidR="00FF51A0" w:rsidRPr="0083489E" w:rsidRDefault="00065508" w:rsidP="0083489E">
                  <w:r w:rsidRPr="00065508">
                    <w:t>A name and the amount of money</w:t>
                  </w:r>
                  <w:r w:rsidR="005C24D8">
                    <w:rPr>
                      <w:rFonts w:hint="eastAsia"/>
                    </w:rPr>
                    <w:t xml:space="preserve"> must be written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FF51A0">
        <w:rPr>
          <w:rFonts w:hint="eastAsia"/>
          <w:sz w:val="28"/>
          <w:szCs w:val="28"/>
        </w:rPr>
        <w:t>Name</w:t>
      </w:r>
      <w:r w:rsidR="0084726D">
        <w:rPr>
          <w:rFonts w:hint="eastAsia"/>
          <w:sz w:val="28"/>
          <w:szCs w:val="28"/>
        </w:rPr>
        <w:t xml:space="preserve">　　：</w:t>
      </w:r>
      <w:r w:rsidR="00FF51A0">
        <w:rPr>
          <w:rFonts w:hint="eastAsia"/>
          <w:sz w:val="28"/>
          <w:szCs w:val="28"/>
        </w:rPr>
        <w:t xml:space="preserve">　</w:t>
      </w:r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>Hanako Suzuki</w:t>
      </w:r>
    </w:p>
    <w:p w:rsidR="00002CA1" w:rsidRPr="007B0D2F" w:rsidRDefault="00FF51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Pr="00FF51A0">
        <w:rPr>
          <w:sz w:val="28"/>
          <w:szCs w:val="28"/>
        </w:rPr>
        <w:t>eposit</w:t>
      </w:r>
      <w:r>
        <w:rPr>
          <w:rFonts w:hint="eastAsia"/>
          <w:sz w:val="28"/>
          <w:szCs w:val="28"/>
        </w:rPr>
        <w:t xml:space="preserve"> </w:t>
      </w:r>
      <w:r w:rsidRPr="00FF51A0">
        <w:rPr>
          <w:sz w:val="28"/>
          <w:szCs w:val="28"/>
        </w:rPr>
        <w:t>balance</w:t>
      </w:r>
      <w:r w:rsidR="0084726D">
        <w:rPr>
          <w:rFonts w:hint="eastAsia"/>
          <w:sz w:val="28"/>
          <w:szCs w:val="28"/>
        </w:rPr>
        <w:t>：</w:t>
      </w:r>
      <w:r w:rsidR="008C1A12">
        <w:rPr>
          <w:rFonts w:cstheme="majorHAnsi" w:hint="eastAsia"/>
          <w:color w:val="FF0000"/>
          <w:sz w:val="28"/>
          <w:szCs w:val="28"/>
        </w:rPr>
        <w:t>1,300,000</w:t>
      </w:r>
      <w:r w:rsidR="007B0D2F">
        <w:rPr>
          <w:rFonts w:cstheme="majorHAnsi" w:hint="eastAsia"/>
          <w:color w:val="FF0000"/>
          <w:sz w:val="28"/>
          <w:szCs w:val="28"/>
        </w:rPr>
        <w:t xml:space="preserve"> </w:t>
      </w:r>
      <w:r w:rsidR="007B0D2F">
        <w:rPr>
          <w:rFonts w:hint="eastAsia"/>
          <w:sz w:val="28"/>
          <w:szCs w:val="28"/>
        </w:rPr>
        <w:t>yen</w:t>
      </w:r>
    </w:p>
    <w:p w:rsidR="0084726D" w:rsidRDefault="0084726D">
      <w:pPr>
        <w:rPr>
          <w:sz w:val="28"/>
          <w:szCs w:val="28"/>
        </w:rPr>
      </w:pPr>
    </w:p>
    <w:p w:rsidR="00FF51A0" w:rsidRPr="00D0418F" w:rsidRDefault="00FF51A0" w:rsidP="00FF51A0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002CA1" w:rsidRDefault="00002CA1">
      <w:pPr>
        <w:rPr>
          <w:sz w:val="32"/>
          <w:szCs w:val="32"/>
        </w:rPr>
      </w:pPr>
    </w:p>
    <w:p w:rsidR="00065508" w:rsidRDefault="00065508">
      <w:pPr>
        <w:rPr>
          <w:sz w:val="32"/>
          <w:szCs w:val="32"/>
        </w:rPr>
      </w:pPr>
    </w:p>
    <w:p w:rsidR="00FF51A0" w:rsidRPr="00002CA1" w:rsidRDefault="00FF51A0" w:rsidP="00FF51A0">
      <w:pPr>
        <w:ind w:firstLineChars="800" w:firstLine="2560"/>
        <w:rPr>
          <w:sz w:val="32"/>
          <w:szCs w:val="32"/>
        </w:rPr>
      </w:pPr>
      <w:r>
        <w:rPr>
          <w:rFonts w:hint="eastAsia"/>
          <w:sz w:val="32"/>
          <w:szCs w:val="32"/>
        </w:rPr>
        <w:t>(Date)    201</w:t>
      </w:r>
      <w:r w:rsidR="008A0CA1">
        <w:rPr>
          <w:rFonts w:hint="eastAsia"/>
          <w:sz w:val="32"/>
          <w:szCs w:val="32"/>
        </w:rPr>
        <w:t>9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year    month   day</w:t>
      </w:r>
    </w:p>
    <w:p w:rsidR="00FF51A0" w:rsidRPr="000E0602" w:rsidRDefault="008A0CA1" w:rsidP="00065508">
      <w:pPr>
        <w:ind w:firstLineChars="1750" w:firstLine="5600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34" style="position:absolute;left:0;text-align:left;margin-left:336.05pt;margin-top:10.75pt;width:109.7pt;height:88.7pt;z-index:251663360" strokecolor="red">
            <v:textbox inset="5.85pt,.7pt,5.85pt,.7pt">
              <w:txbxContent>
                <w:p w:rsidR="00FF51A0" w:rsidRDefault="00065508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r w:rsidR="00FF51A0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FF51A0" w:rsidRPr="00462026" w:rsidRDefault="00FF51A0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FF51A0" w:rsidRDefault="00FF51A0" w:rsidP="00FF51A0"/>
              </w:txbxContent>
            </v:textbox>
          </v:oval>
        </w:pict>
      </w:r>
      <w:r w:rsidR="00FF51A0">
        <w:rPr>
          <w:rFonts w:asciiTheme="majorHAnsi" w:hAnsiTheme="majorHAnsi" w:cstheme="majorHAnsi" w:hint="eastAsia"/>
          <w:sz w:val="28"/>
          <w:szCs w:val="28"/>
        </w:rPr>
        <w:t>○○</w:t>
      </w:r>
      <w:r w:rsidR="00065508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8A0CA1" w:rsidP="00FF51A0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35" type="#_x0000_t62" style="position:absolute;left:0;text-align:left;margin-left:-3.85pt;margin-top:1.95pt;width:290.5pt;height:118.85pt;z-index:251664384" adj="22529,-3898" strokecolor="#00b0f0" strokeweight="3pt">
            <v:textbox style="mso-next-textbox:#_x0000_s1035" inset="5.85pt,.7pt,5.85pt,.7pt">
              <w:txbxContent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F51A0" w:rsidRPr="003D2260" w:rsidRDefault="00FF51A0" w:rsidP="00FF51A0">
                  <w:pPr>
                    <w:rPr>
                      <w:sz w:val="20"/>
                      <w:szCs w:val="20"/>
                    </w:rPr>
                  </w:pPr>
                </w:p>
                <w:p w:rsidR="00FF51A0" w:rsidRPr="00F60B46" w:rsidRDefault="00FF51A0" w:rsidP="00FF51A0"/>
              </w:txbxContent>
            </v:textbox>
          </v:shape>
        </w:pic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Pr="005F1F2D" w:rsidRDefault="00FF51A0" w:rsidP="00FF51A0">
      <w:pPr>
        <w:rPr>
          <w:color w:val="FF0000"/>
          <w:sz w:val="28"/>
          <w:szCs w:val="28"/>
        </w:rPr>
      </w:pPr>
    </w:p>
    <w:p w:rsidR="00FF51A0" w:rsidRPr="00FF51A0" w:rsidRDefault="00FF51A0" w:rsidP="00FF51A0">
      <w:pPr>
        <w:rPr>
          <w:b/>
          <w:color w:val="FF0000"/>
          <w:sz w:val="28"/>
          <w:szCs w:val="28"/>
        </w:rPr>
      </w:pPr>
    </w:p>
    <w:p w:rsidR="00FF51A0" w:rsidRPr="00FF51A0" w:rsidRDefault="00FF51A0">
      <w:pPr>
        <w:rPr>
          <w:sz w:val="32"/>
          <w:szCs w:val="32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Pr="008C1A12" w:rsidRDefault="005C24D8" w:rsidP="00002CA1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b/>
          <w:color w:val="FF0000"/>
          <w:sz w:val="24"/>
          <w:szCs w:val="24"/>
        </w:rPr>
        <w:t xml:space="preserve">This is an "example" . If  there is the style of office specification, you can use it.  </w:t>
      </w:r>
    </w:p>
    <w:p w:rsidR="00002CA1" w:rsidRPr="008C1A12" w:rsidRDefault="00FF51A0" w:rsidP="00FF51A0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rFonts w:cstheme="majorHAnsi"/>
          <w:b/>
          <w:color w:val="FF0000"/>
          <w:sz w:val="24"/>
          <w:szCs w:val="24"/>
        </w:rPr>
        <w:t xml:space="preserve">The name and </w:t>
      </w:r>
      <w:r w:rsidR="00065508" w:rsidRPr="008C1A12">
        <w:rPr>
          <w:rFonts w:cstheme="majorHAnsi"/>
          <w:b/>
          <w:color w:val="FF0000"/>
          <w:sz w:val="24"/>
          <w:szCs w:val="24"/>
        </w:rPr>
        <w:t>d</w:t>
      </w:r>
      <w:r w:rsidRPr="008C1A12">
        <w:rPr>
          <w:rFonts w:cstheme="majorHAnsi"/>
          <w:b/>
          <w:color w:val="FF0000"/>
          <w:sz w:val="24"/>
          <w:szCs w:val="24"/>
        </w:rPr>
        <w:t xml:space="preserve">eposit balance </w:t>
      </w:r>
      <w:r w:rsidR="005C24D8" w:rsidRPr="008C1A12">
        <w:rPr>
          <w:rFonts w:cstheme="majorHAnsi"/>
          <w:b/>
          <w:color w:val="FF0000"/>
          <w:sz w:val="24"/>
          <w:szCs w:val="24"/>
        </w:rPr>
        <w:t xml:space="preserve">should </w:t>
      </w:r>
      <w:r w:rsidRPr="008C1A12">
        <w:rPr>
          <w:rFonts w:cstheme="majorHAnsi"/>
          <w:b/>
          <w:color w:val="FF0000"/>
          <w:sz w:val="24"/>
          <w:szCs w:val="24"/>
        </w:rPr>
        <w:t>be the same as  "Financial Support Statement". (A difference of some of the amount of money is possible.)</w:t>
      </w:r>
    </w:p>
    <w:sectPr w:rsidR="00002CA1" w:rsidRPr="008C1A12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A0" w:rsidRDefault="00FF51A0" w:rsidP="00A82CBC">
      <w:r>
        <w:separator/>
      </w:r>
    </w:p>
  </w:endnote>
  <w:endnote w:type="continuationSeparator" w:id="0">
    <w:p w:rsidR="00FF51A0" w:rsidRDefault="00FF51A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A0" w:rsidRDefault="00FF51A0" w:rsidP="00A82CBC">
      <w:r>
        <w:separator/>
      </w:r>
    </w:p>
  </w:footnote>
  <w:footnote w:type="continuationSeparator" w:id="0">
    <w:p w:rsidR="00FF51A0" w:rsidRDefault="00FF51A0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65508"/>
    <w:rsid w:val="000905E0"/>
    <w:rsid w:val="00210C11"/>
    <w:rsid w:val="002406A5"/>
    <w:rsid w:val="00317ED8"/>
    <w:rsid w:val="003B0A9C"/>
    <w:rsid w:val="003B2B1D"/>
    <w:rsid w:val="005C24D8"/>
    <w:rsid w:val="005D3C0D"/>
    <w:rsid w:val="005F1F2D"/>
    <w:rsid w:val="006A757D"/>
    <w:rsid w:val="007B0D2F"/>
    <w:rsid w:val="0083489E"/>
    <w:rsid w:val="0084726D"/>
    <w:rsid w:val="008A0CA1"/>
    <w:rsid w:val="008C1A12"/>
    <w:rsid w:val="00946238"/>
    <w:rsid w:val="00A62BFE"/>
    <w:rsid w:val="00A82CBC"/>
    <w:rsid w:val="00AD2CDB"/>
    <w:rsid w:val="00C340D3"/>
    <w:rsid w:val="00D024E5"/>
    <w:rsid w:val="00D37929"/>
    <w:rsid w:val="00DF13F2"/>
    <w:rsid w:val="00F53678"/>
    <w:rsid w:val="00F60B46"/>
    <w:rsid w:val="00F610E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35"/>
      </o:rules>
    </o:shapelayout>
  </w:shapeDefaults>
  <w:decimalSymbol w:val="."/>
  <w:listSeparator w:val=","/>
  <w15:docId w15:val="{F2B6221D-64C6-4B84-ACBD-F778E684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82CBC"/>
  </w:style>
  <w:style w:type="paragraph" w:styleId="a7">
    <w:name w:val="footer"/>
    <w:basedOn w:val="a"/>
    <w:link w:val="a8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82CBC"/>
  </w:style>
  <w:style w:type="character" w:customStyle="1" w:styleId="shorttext">
    <w:name w:val="short_text"/>
    <w:basedOn w:val="a0"/>
    <w:rsid w:val="00FF51A0"/>
  </w:style>
  <w:style w:type="character" w:customStyle="1" w:styleId="hps">
    <w:name w:val="hps"/>
    <w:basedOn w:val="a0"/>
    <w:rsid w:val="00FF5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2CD5DFB3.dotm</Template>
  <TotalTime>40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2015-04-15T04:33:00Z</cp:lastPrinted>
  <dcterms:created xsi:type="dcterms:W3CDTF">2013-04-26T01:34:00Z</dcterms:created>
  <dcterms:modified xsi:type="dcterms:W3CDTF">2019-04-19T08:14:00Z</dcterms:modified>
</cp:coreProperties>
</file>